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03A2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C37CD" w:rsidRPr="006C37CD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6C37CD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6C37CD">
        <w:rPr>
          <w:b/>
          <w:sz w:val="24"/>
        </w:rPr>
        <w:t>BP.271.11.2018.BS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C37CD" w:rsidRPr="006C37CD">
        <w:rPr>
          <w:b/>
        </w:rPr>
        <w:t>przetarg nieograniczony</w:t>
      </w:r>
      <w:r w:rsidR="00753DC1">
        <w:t xml:space="preserve"> na:</w:t>
      </w:r>
    </w:p>
    <w:p w:rsidR="0000184A" w:rsidRDefault="006C37C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C37CD">
        <w:rPr>
          <w:b/>
          <w:sz w:val="24"/>
          <w:szCs w:val="24"/>
        </w:rPr>
        <w:t>Ukwiecenie miasta Śrem roślinami jednorocznymi i wieloletnimi wraz z bieżącą pielęgnacją nasadzeń w roku 2018 i 2019.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C37CD" w:rsidRPr="006C37CD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C37CD" w:rsidRPr="006C37CD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6C37CD" w:rsidRPr="006C37CD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7D" w:rsidRDefault="0074687D">
      <w:r>
        <w:separator/>
      </w:r>
    </w:p>
  </w:endnote>
  <w:endnote w:type="continuationSeparator" w:id="0">
    <w:p w:rsidR="0074687D" w:rsidRDefault="0074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03A2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A5C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A5C6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CD" w:rsidRDefault="006C37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7D" w:rsidRDefault="0074687D">
      <w:r>
        <w:separator/>
      </w:r>
    </w:p>
  </w:footnote>
  <w:footnote w:type="continuationSeparator" w:id="0">
    <w:p w:rsidR="0074687D" w:rsidRDefault="0074687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CD" w:rsidRDefault="006C37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CD" w:rsidRDefault="006C37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CD" w:rsidRDefault="006C3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7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C37CD"/>
    <w:rsid w:val="006D68D8"/>
    <w:rsid w:val="0070113A"/>
    <w:rsid w:val="00736B31"/>
    <w:rsid w:val="0074687D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03A25"/>
    <w:rsid w:val="00F46593"/>
    <w:rsid w:val="00F568D6"/>
    <w:rsid w:val="00F70072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9994-9EBC-4738-A709-09557826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2018-02-12T12:41:00Z</dcterms:created>
  <dcterms:modified xsi:type="dcterms:W3CDTF">2018-02-12T12:41:00Z</dcterms:modified>
</cp:coreProperties>
</file>